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92E" w:rsidRDefault="00F750AD" w:rsidP="00F0533E">
      <w:pPr>
        <w:rPr>
          <w:noProof/>
        </w:rPr>
      </w:pPr>
      <w:r>
        <w:rPr>
          <w:noProof/>
        </w:rPr>
        <w:t>Příloha č. 6 Výzvy k podání nabídky</w:t>
      </w:r>
    </w:p>
    <w:p w:rsidR="00F750AD" w:rsidRDefault="00F750AD" w:rsidP="00F0533E">
      <w:pPr>
        <w:rPr>
          <w:b/>
          <w:noProof/>
          <w:color w:val="FF6600"/>
          <w:sz w:val="36"/>
          <w:szCs w:val="36"/>
        </w:rPr>
      </w:pPr>
      <w:r w:rsidRPr="00F750AD">
        <w:rPr>
          <w:b/>
          <w:noProof/>
          <w:color w:val="FF6600"/>
          <w:sz w:val="36"/>
          <w:szCs w:val="36"/>
        </w:rPr>
        <w:t>Čestné prohlášení účastníka o splnění podmínek v souvislosti se situací na Ukrajině</w:t>
      </w:r>
    </w:p>
    <w:p w:rsidR="00F750AD" w:rsidRDefault="00F750AD" w:rsidP="00F750AD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 xml:space="preserve">Účastník, </w:t>
      </w:r>
      <w:r w:rsidR="005B7F2F">
        <w:rPr>
          <w:rFonts w:eastAsia="Times New Roman" w:cs="Times New Roman"/>
          <w:lang w:eastAsia="cs-CZ"/>
        </w:rPr>
        <w:t xml:space="preserve">který </w:t>
      </w:r>
      <w:r w:rsidR="005B7F2F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5B7F2F" w:rsidRPr="00385728">
        <w:rPr>
          <w:rFonts w:eastAsia="Times New Roman" w:cs="Times New Roman"/>
          <w:b/>
          <w:lang w:eastAsia="cs-CZ"/>
        </w:rPr>
        <w:t>„</w:t>
      </w:r>
      <w:bookmarkEnd w:id="0"/>
      <w:r w:rsidR="007215E6" w:rsidRPr="007215E6">
        <w:rPr>
          <w:rFonts w:eastAsia="Times New Roman" w:cs="Times New Roman"/>
          <w:b/>
          <w:lang w:eastAsia="cs-CZ"/>
        </w:rPr>
        <w:t>SAP řešení pro plánování rozpočtu a řízení provozních a investičních výdajů v IT</w:t>
      </w:r>
      <w:r w:rsidR="005B7F2F" w:rsidRPr="007215E6">
        <w:rPr>
          <w:rFonts w:eastAsia="Times New Roman" w:cs="Times New Roman"/>
          <w:b/>
          <w:lang w:eastAsia="cs-CZ"/>
        </w:rPr>
        <w:t>“</w:t>
      </w:r>
      <w:r w:rsidR="005B7F2F" w:rsidRPr="007215E6">
        <w:rPr>
          <w:rFonts w:eastAsia="Times New Roman" w:cs="Times New Roman"/>
          <w:lang w:eastAsia="cs-CZ"/>
        </w:rPr>
        <w:t xml:space="preserve">, </w:t>
      </w:r>
      <w:proofErr w:type="gramStart"/>
      <w:r w:rsidR="005B7F2F" w:rsidRPr="007215E6">
        <w:rPr>
          <w:rFonts w:eastAsia="Times New Roman" w:cs="Times New Roman"/>
          <w:lang w:eastAsia="cs-CZ"/>
        </w:rPr>
        <w:t>č.j.</w:t>
      </w:r>
      <w:proofErr w:type="gramEnd"/>
      <w:r w:rsidR="005B7F2F" w:rsidRPr="007215E6">
        <w:rPr>
          <w:rFonts w:eastAsia="Times New Roman" w:cs="Times New Roman"/>
          <w:lang w:eastAsia="cs-CZ"/>
        </w:rPr>
        <w:t xml:space="preserve"> </w:t>
      </w:r>
      <w:r w:rsidR="007215E6" w:rsidRPr="007215E6">
        <w:rPr>
          <w:rFonts w:eastAsia="Times New Roman" w:cs="Times New Roman"/>
          <w:lang w:eastAsia="cs-CZ"/>
        </w:rPr>
        <w:t>75855</w:t>
      </w:r>
      <w:r w:rsidR="005B7F2F" w:rsidRPr="007215E6">
        <w:rPr>
          <w:rFonts w:eastAsia="Times New Roman" w:cs="Times New Roman"/>
          <w:lang w:eastAsia="cs-CZ"/>
        </w:rPr>
        <w:t>/2022-SŽ-GŘ-O8</w:t>
      </w:r>
      <w:r w:rsidRPr="007215E6">
        <w:rPr>
          <w:rFonts w:eastAsia="Times New Roman" w:cs="Times New Roman"/>
          <w:lang w:eastAsia="cs-CZ"/>
        </w:rPr>
        <w:t>, tímto</w:t>
      </w:r>
      <w:r w:rsidRPr="002126E7">
        <w:rPr>
          <w:rFonts w:eastAsia="Times New Roman" w:cs="Times New Roman"/>
          <w:lang w:eastAsia="cs-CZ"/>
        </w:rPr>
        <w:t xml:space="preserve"> čestně prohlašuje, že:</w:t>
      </w:r>
    </w:p>
    <w:p w:rsidR="00F750AD" w:rsidRDefault="00F750AD" w:rsidP="00F750AD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1"/>
      </w:r>
    </w:p>
    <w:p w:rsidR="00F750AD" w:rsidRPr="007F769F" w:rsidRDefault="00F750AD" w:rsidP="00F750AD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:rsidR="00F750AD" w:rsidRPr="007F769F" w:rsidRDefault="00F750AD" w:rsidP="00F750AD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</w:t>
      </w:r>
      <w:r w:rsidR="00491350">
        <w:rPr>
          <w:rFonts w:eastAsia="Times New Roman" w:cs="Times New Roman"/>
          <w:lang w:eastAsia="cs-CZ"/>
        </w:rPr>
        <w:t>tel, případně dodavatelé v </w:t>
      </w:r>
      <w:r w:rsidRPr="00247FAF">
        <w:rPr>
          <w:rFonts w:eastAsia="Times New Roman" w:cs="Times New Roman"/>
          <w:lang w:eastAsia="cs-CZ"/>
        </w:rPr>
        <w:t xml:space="preserve">rámci </w:t>
      </w:r>
      <w:r w:rsidR="00491350">
        <w:rPr>
          <w:rFonts w:eastAsia="Times New Roman" w:cs="Times New Roman"/>
          <w:lang w:eastAsia="cs-CZ"/>
        </w:rPr>
        <w:t>jeho</w:t>
      </w:r>
      <w:r w:rsidR="00491350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>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2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3"/>
      </w:r>
      <w:r w:rsidRPr="007F769F">
        <w:rPr>
          <w:rFonts w:eastAsia="Calibri" w:cs="Times New Roman"/>
        </w:rPr>
        <w:t>.</w:t>
      </w:r>
    </w:p>
    <w:p w:rsidR="00F750AD" w:rsidRPr="007F769F" w:rsidRDefault="00F750AD" w:rsidP="00F750AD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 xml:space="preserve">sám jakožto dodavatel, případně dodavatelé v  rámci </w:t>
      </w:r>
      <w:r w:rsidR="00491350" w:rsidRPr="00247FAF">
        <w:rPr>
          <w:rFonts w:eastAsia="Times New Roman" w:cs="Times New Roman"/>
          <w:lang w:eastAsia="cs-CZ"/>
        </w:rPr>
        <w:t xml:space="preserve">jeho </w:t>
      </w:r>
      <w:r w:rsidRPr="00247FAF">
        <w:rPr>
          <w:rFonts w:eastAsia="Times New Roman" w:cs="Times New Roman"/>
          <w:lang w:eastAsia="cs-CZ"/>
        </w:rPr>
        <w:t>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</w:t>
      </w:r>
      <w:r w:rsidRPr="00247FAF">
        <w:lastRenderedPageBreak/>
        <w:t>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:rsidR="00F750AD" w:rsidRDefault="00F750AD" w:rsidP="00F750AD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4A50BA" w:rsidRDefault="004A50BA" w:rsidP="00F750AD">
      <w:pPr>
        <w:rPr>
          <w:rFonts w:eastAsia="Times New Roman" w:cs="Times New Roman"/>
          <w:lang w:eastAsia="cs-CZ"/>
        </w:rPr>
      </w:pPr>
    </w:p>
    <w:p w:rsidR="004A50BA" w:rsidRPr="00493B1B" w:rsidRDefault="004A50BA" w:rsidP="004A50BA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:rsidR="004A50BA" w:rsidRPr="00F750AD" w:rsidRDefault="004A50BA" w:rsidP="00F750AD">
      <w:bookmarkStart w:id="1" w:name="_GoBack"/>
      <w:bookmarkEnd w:id="1"/>
    </w:p>
    <w:sectPr w:rsidR="004A50BA" w:rsidRPr="00F750A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0AD" w:rsidRDefault="00F750AD" w:rsidP="00962258">
      <w:pPr>
        <w:spacing w:after="0" w:line="240" w:lineRule="auto"/>
      </w:pPr>
      <w:r>
        <w:separator/>
      </w:r>
    </w:p>
  </w:endnote>
  <w:endnote w:type="continuationSeparator" w:id="0">
    <w:p w:rsidR="00F750AD" w:rsidRDefault="00F750A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A50B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A50B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D8B5A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44C34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A50B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A50B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9AD04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F38B7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0AD" w:rsidRDefault="00F750AD" w:rsidP="00962258">
      <w:pPr>
        <w:spacing w:after="0" w:line="240" w:lineRule="auto"/>
      </w:pPr>
      <w:r>
        <w:separator/>
      </w:r>
    </w:p>
  </w:footnote>
  <w:footnote w:type="continuationSeparator" w:id="0">
    <w:p w:rsidR="00F750AD" w:rsidRDefault="00F750AD" w:rsidP="00962258">
      <w:pPr>
        <w:spacing w:after="0" w:line="240" w:lineRule="auto"/>
      </w:pPr>
      <w:r>
        <w:continuationSeparator/>
      </w:r>
    </w:p>
  </w:footnote>
  <w:footnote w:id="1">
    <w:p w:rsidR="00F750AD" w:rsidRDefault="00F750AD" w:rsidP="00F750A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:rsidR="00F750AD" w:rsidRDefault="00F750AD" w:rsidP="00F750AD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:rsidR="00F750AD" w:rsidRDefault="00F750AD" w:rsidP="00F750AD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:rsidR="00F750AD" w:rsidRDefault="00F750AD" w:rsidP="00F750AD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:rsidR="00F750AD" w:rsidRDefault="00F750AD" w:rsidP="00F750AD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2">
    <w:p w:rsidR="00F750AD" w:rsidRDefault="00F750AD" w:rsidP="00F750A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3">
    <w:p w:rsidR="00F750AD" w:rsidRPr="00EB54C9" w:rsidRDefault="00F750AD" w:rsidP="00F750AD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0AD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350"/>
    <w:rsid w:val="00491827"/>
    <w:rsid w:val="004A50BA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7F2F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15E6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50AD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F8B44D"/>
  <w14:defaultImageDpi w14:val="32767"/>
  <w15:docId w15:val="{73FF35FB-55DA-4336-AD5A-8CCDE5D12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basedOn w:val="Standardnpsmoodstavce"/>
    <w:uiPriority w:val="99"/>
    <w:semiHidden/>
    <w:unhideWhenUsed/>
    <w:rsid w:val="00F750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FD96CED-3DED-4FC9-B660-A28732EF1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3</TotalTime>
  <Pages>2</Pages>
  <Words>382</Words>
  <Characters>2257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5</cp:revision>
  <cp:lastPrinted>2017-11-28T17:18:00Z</cp:lastPrinted>
  <dcterms:created xsi:type="dcterms:W3CDTF">2022-05-18T10:20:00Z</dcterms:created>
  <dcterms:modified xsi:type="dcterms:W3CDTF">2022-11-03T06:27:00Z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